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B36D7" w14:textId="1DDC50E9" w:rsidR="00463F67" w:rsidRDefault="00EB4100" w:rsidP="00463F67">
      <w:pPr>
        <w:pStyle w:val="Title"/>
      </w:pPr>
      <w:sdt>
        <w:sdtPr>
          <w:alias w:val="Title"/>
          <w:tag w:val=""/>
          <w:id w:val="1062761741"/>
          <w:placeholder>
            <w:docPart w:val="D9141032AA764BA48AC769636686D0B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D60AC" w:rsidRPr="00AD60AC">
            <w:t>Form A21 – HOTC audit report</w:t>
          </w:r>
        </w:sdtContent>
      </w:sdt>
    </w:p>
    <w:p w14:paraId="74C6F535" w14:textId="77777777" w:rsidR="00A82EA0" w:rsidRPr="002F6F85" w:rsidRDefault="00A82EA0" w:rsidP="00A82EA0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413"/>
        <w:gridCol w:w="3260"/>
        <w:gridCol w:w="1418"/>
        <w:gridCol w:w="3402"/>
      </w:tblGrid>
      <w:tr w:rsidR="00A82EA0" w:rsidRPr="00102F1E" w14:paraId="7D035677" w14:textId="77777777" w:rsidTr="00F46B78">
        <w:tc>
          <w:tcPr>
            <w:tcW w:w="1413" w:type="dxa"/>
          </w:tcPr>
          <w:p w14:paraId="0FB9F5E8" w14:textId="78DA218D" w:rsidR="00A82EA0" w:rsidRPr="00102F1E" w:rsidRDefault="00A82EA0" w:rsidP="00D92CAE">
            <w:pPr>
              <w:rPr>
                <w:rStyle w:val="bold"/>
              </w:rPr>
            </w:pPr>
            <w:r>
              <w:rPr>
                <w:rStyle w:val="bold"/>
              </w:rPr>
              <w:t>Date of audit:</w:t>
            </w:r>
          </w:p>
        </w:tc>
        <w:tc>
          <w:tcPr>
            <w:tcW w:w="3260" w:type="dxa"/>
          </w:tcPr>
          <w:p w14:paraId="6C1B7E4D" w14:textId="77777777" w:rsidR="00A82EA0" w:rsidRPr="00102F1E" w:rsidRDefault="00A82EA0" w:rsidP="00D92CAE"/>
        </w:tc>
        <w:tc>
          <w:tcPr>
            <w:tcW w:w="1418" w:type="dxa"/>
          </w:tcPr>
          <w:p w14:paraId="75C93293" w14:textId="3A054FFB" w:rsidR="00A82EA0" w:rsidRPr="00102F1E" w:rsidRDefault="00A82EA0" w:rsidP="00D92CAE">
            <w:pPr>
              <w:rPr>
                <w:rStyle w:val="bold"/>
              </w:rPr>
            </w:pPr>
            <w:r>
              <w:rPr>
                <w:rStyle w:val="bold"/>
              </w:rPr>
              <w:t>Conducted by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402" w:type="dxa"/>
          </w:tcPr>
          <w:p w14:paraId="42A6331A" w14:textId="77777777" w:rsidR="00A82EA0" w:rsidRPr="00102F1E" w:rsidRDefault="00A82EA0" w:rsidP="00D92CAE"/>
        </w:tc>
      </w:tr>
      <w:tr w:rsidR="00A82EA0" w:rsidRPr="00102F1E" w14:paraId="6C80B6DB" w14:textId="77777777" w:rsidTr="00F46B78">
        <w:tc>
          <w:tcPr>
            <w:tcW w:w="1413" w:type="dxa"/>
          </w:tcPr>
          <w:p w14:paraId="04191443" w14:textId="3925A587" w:rsidR="00A82EA0" w:rsidRPr="00102F1E" w:rsidRDefault="00A82EA0" w:rsidP="00D92CAE">
            <w:pPr>
              <w:rPr>
                <w:rStyle w:val="bold"/>
              </w:rPr>
            </w:pPr>
            <w:r>
              <w:rPr>
                <w:rStyle w:val="bold"/>
              </w:rPr>
              <w:t>Audit period - From:</w:t>
            </w:r>
          </w:p>
        </w:tc>
        <w:tc>
          <w:tcPr>
            <w:tcW w:w="3260" w:type="dxa"/>
          </w:tcPr>
          <w:p w14:paraId="512AF9B9" w14:textId="77777777" w:rsidR="00A82EA0" w:rsidRPr="00102F1E" w:rsidRDefault="00A82EA0" w:rsidP="00D92CAE"/>
        </w:tc>
        <w:tc>
          <w:tcPr>
            <w:tcW w:w="1418" w:type="dxa"/>
          </w:tcPr>
          <w:p w14:paraId="78BB0E90" w14:textId="7459B4F4" w:rsidR="00A82EA0" w:rsidRPr="00102F1E" w:rsidRDefault="00A82EA0" w:rsidP="00D92CAE">
            <w:pPr>
              <w:rPr>
                <w:rStyle w:val="bold"/>
              </w:rPr>
            </w:pPr>
            <w:r>
              <w:rPr>
                <w:rStyle w:val="bold"/>
              </w:rPr>
              <w:t>Audit period - To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3402" w:type="dxa"/>
          </w:tcPr>
          <w:p w14:paraId="3B2A9AC8" w14:textId="77777777" w:rsidR="00A82EA0" w:rsidRPr="00102F1E" w:rsidRDefault="00A82EA0" w:rsidP="00D92CAE"/>
        </w:tc>
      </w:tr>
    </w:tbl>
    <w:p w14:paraId="619A8DDF" w14:textId="73D726BC" w:rsidR="00AD60AC" w:rsidRPr="003C2B3F" w:rsidRDefault="00AD60AC" w:rsidP="00AD60AC"/>
    <w:tbl>
      <w:tblPr>
        <w:tblStyle w:val="SD-MOStable"/>
        <w:tblW w:w="9498" w:type="dxa"/>
        <w:tblInd w:w="-5" w:type="dxa"/>
        <w:tblLook w:val="0620" w:firstRow="1" w:lastRow="0" w:firstColumn="0" w:lastColumn="0" w:noHBand="1" w:noVBand="1"/>
      </w:tblPr>
      <w:tblGrid>
        <w:gridCol w:w="3212"/>
        <w:gridCol w:w="5010"/>
        <w:gridCol w:w="1276"/>
      </w:tblGrid>
      <w:tr w:rsidR="00AD60AC" w14:paraId="103A70F7" w14:textId="77777777" w:rsidTr="00524A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12" w:type="dxa"/>
          </w:tcPr>
          <w:p w14:paraId="01419C20" w14:textId="77777777" w:rsidR="00AD60AC" w:rsidRPr="006D7FDE" w:rsidRDefault="00AD60AC" w:rsidP="00F3353D">
            <w:r w:rsidRPr="00DB6B68">
              <w:t>Item</w:t>
            </w:r>
          </w:p>
        </w:tc>
        <w:tc>
          <w:tcPr>
            <w:tcW w:w="5010" w:type="dxa"/>
          </w:tcPr>
          <w:p w14:paraId="4D0F319E" w14:textId="77777777" w:rsidR="00AD60AC" w:rsidRPr="006D7FDE" w:rsidRDefault="00AD60AC" w:rsidP="00F3353D">
            <w:r w:rsidRPr="00DB6B68">
              <w:t>Comments</w:t>
            </w:r>
          </w:p>
        </w:tc>
        <w:tc>
          <w:tcPr>
            <w:tcW w:w="1276" w:type="dxa"/>
          </w:tcPr>
          <w:p w14:paraId="5AEF6ADE" w14:textId="77777777" w:rsidR="00AD60AC" w:rsidRPr="006D7FDE" w:rsidRDefault="00AD60AC" w:rsidP="00F3353D">
            <w:r w:rsidRPr="00DB6B68">
              <w:t>Compliant</w:t>
            </w:r>
          </w:p>
          <w:p w14:paraId="2DE39E3E" w14:textId="77777777" w:rsidR="00AD60AC" w:rsidRPr="006D7FDE" w:rsidRDefault="00AD60AC" w:rsidP="00F3353D">
            <w:r>
              <w:t>Yes / No</w:t>
            </w:r>
          </w:p>
        </w:tc>
      </w:tr>
      <w:tr w:rsidR="00AD60AC" w14:paraId="58ED7D88" w14:textId="77777777" w:rsidTr="00524A04">
        <w:tc>
          <w:tcPr>
            <w:tcW w:w="3212" w:type="dxa"/>
          </w:tcPr>
          <w:p w14:paraId="2D0C6F4D" w14:textId="77777777" w:rsidR="00AD60AC" w:rsidRPr="006D7FDE" w:rsidRDefault="00AD60AC" w:rsidP="00F3353D">
            <w:r w:rsidRPr="00DB6B68">
              <w:t>Legislative compliance</w:t>
            </w:r>
          </w:p>
        </w:tc>
        <w:tc>
          <w:tcPr>
            <w:tcW w:w="5010" w:type="dxa"/>
          </w:tcPr>
          <w:p w14:paraId="51169FF5" w14:textId="77777777" w:rsidR="00AD60AC" w:rsidRPr="00DB6B68" w:rsidRDefault="00AD60AC" w:rsidP="00F3353D"/>
        </w:tc>
        <w:tc>
          <w:tcPr>
            <w:tcW w:w="1276" w:type="dxa"/>
          </w:tcPr>
          <w:p w14:paraId="6C0362AD" w14:textId="77777777" w:rsidR="00AD60AC" w:rsidRPr="00DB6B68" w:rsidRDefault="00AD60AC" w:rsidP="00F3353D"/>
        </w:tc>
      </w:tr>
      <w:tr w:rsidR="00AD60AC" w14:paraId="21EAF373" w14:textId="77777777" w:rsidTr="00524A04">
        <w:tc>
          <w:tcPr>
            <w:tcW w:w="3212" w:type="dxa"/>
          </w:tcPr>
          <w:p w14:paraId="29F5BFD2" w14:textId="77777777" w:rsidR="00AD60AC" w:rsidRPr="006D7FDE" w:rsidRDefault="00AD60AC" w:rsidP="00F3353D">
            <w:r w:rsidRPr="00DB6B68">
              <w:t>Exposition/operations manual compliance</w:t>
            </w:r>
          </w:p>
        </w:tc>
        <w:tc>
          <w:tcPr>
            <w:tcW w:w="5010" w:type="dxa"/>
          </w:tcPr>
          <w:p w14:paraId="53CCA6F7" w14:textId="77777777" w:rsidR="00AD60AC" w:rsidRPr="00DB6B68" w:rsidRDefault="00AD60AC" w:rsidP="00F3353D"/>
        </w:tc>
        <w:tc>
          <w:tcPr>
            <w:tcW w:w="1276" w:type="dxa"/>
          </w:tcPr>
          <w:p w14:paraId="6D2E3D1A" w14:textId="77777777" w:rsidR="00AD60AC" w:rsidRPr="00DB6B68" w:rsidRDefault="00AD60AC" w:rsidP="00F3353D"/>
        </w:tc>
      </w:tr>
      <w:tr w:rsidR="00AD60AC" w14:paraId="35CEAB47" w14:textId="77777777" w:rsidTr="00524A04">
        <w:tc>
          <w:tcPr>
            <w:tcW w:w="3212" w:type="dxa"/>
          </w:tcPr>
          <w:p w14:paraId="4D8A56EC" w14:textId="77777777" w:rsidR="00AD60AC" w:rsidRPr="006D7FDE" w:rsidRDefault="00AD60AC" w:rsidP="00F3353D">
            <w:r w:rsidRPr="00DB6B68">
              <w:t>Pilot training and checking records</w:t>
            </w:r>
          </w:p>
        </w:tc>
        <w:tc>
          <w:tcPr>
            <w:tcW w:w="5010" w:type="dxa"/>
          </w:tcPr>
          <w:p w14:paraId="4F3574E6" w14:textId="77777777" w:rsidR="00AD60AC" w:rsidRPr="00DB6B68" w:rsidRDefault="00AD60AC" w:rsidP="00F3353D"/>
        </w:tc>
        <w:tc>
          <w:tcPr>
            <w:tcW w:w="1276" w:type="dxa"/>
          </w:tcPr>
          <w:p w14:paraId="50D27B3D" w14:textId="77777777" w:rsidR="00AD60AC" w:rsidRPr="00DB6B68" w:rsidRDefault="00AD60AC" w:rsidP="00F3353D"/>
        </w:tc>
      </w:tr>
    </w:tbl>
    <w:p w14:paraId="548D8DA5" w14:textId="77777777" w:rsidR="00AD60AC" w:rsidRDefault="00AD60AC" w:rsidP="00AD60AC"/>
    <w:tbl>
      <w:tblPr>
        <w:tblStyle w:val="SD-MOStable"/>
        <w:tblW w:w="9498" w:type="dxa"/>
        <w:tblInd w:w="-5" w:type="dxa"/>
        <w:tblLook w:val="0620" w:firstRow="1" w:lastRow="0" w:firstColumn="0" w:lastColumn="0" w:noHBand="1" w:noVBand="1"/>
      </w:tblPr>
      <w:tblGrid>
        <w:gridCol w:w="3212"/>
        <w:gridCol w:w="5010"/>
        <w:gridCol w:w="1276"/>
      </w:tblGrid>
      <w:tr w:rsidR="00AD60AC" w14:paraId="2BB4A9B2" w14:textId="77777777" w:rsidTr="00524A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12" w:type="dxa"/>
          </w:tcPr>
          <w:p w14:paraId="557FDE63" w14:textId="77777777" w:rsidR="00AD60AC" w:rsidRPr="006D7FDE" w:rsidRDefault="00AD60AC" w:rsidP="00F3353D">
            <w:r w:rsidRPr="00DB6B68">
              <w:t>Part 142 operator</w:t>
            </w:r>
          </w:p>
        </w:tc>
        <w:tc>
          <w:tcPr>
            <w:tcW w:w="5010" w:type="dxa"/>
          </w:tcPr>
          <w:p w14:paraId="258367F0" w14:textId="77777777" w:rsidR="00AD60AC" w:rsidRPr="006D7FDE" w:rsidRDefault="00AD60AC" w:rsidP="00F3353D">
            <w:r w:rsidRPr="00DB6B68">
              <w:t>Operator name</w:t>
            </w:r>
          </w:p>
        </w:tc>
        <w:tc>
          <w:tcPr>
            <w:tcW w:w="1276" w:type="dxa"/>
          </w:tcPr>
          <w:p w14:paraId="3D373236" w14:textId="77777777" w:rsidR="00AD60AC" w:rsidRPr="006D7FDE" w:rsidRDefault="00AD60AC" w:rsidP="00F3353D">
            <w:r w:rsidRPr="00DB6B68">
              <w:t xml:space="preserve">Compliant </w:t>
            </w:r>
          </w:p>
          <w:p w14:paraId="098E1B29" w14:textId="77777777" w:rsidR="00AD60AC" w:rsidRPr="006D7FDE" w:rsidRDefault="00AD60AC" w:rsidP="00F3353D">
            <w:r>
              <w:t>Yes / No</w:t>
            </w:r>
          </w:p>
        </w:tc>
      </w:tr>
      <w:tr w:rsidR="00AD60AC" w14:paraId="4F0240B2" w14:textId="77777777" w:rsidTr="00524A04">
        <w:tc>
          <w:tcPr>
            <w:tcW w:w="3212" w:type="dxa"/>
          </w:tcPr>
          <w:p w14:paraId="4CDED52D" w14:textId="77777777" w:rsidR="00AD60AC" w:rsidRPr="006D7FDE" w:rsidRDefault="00AD60AC" w:rsidP="00F3353D">
            <w:r w:rsidRPr="00DB6B68">
              <w:t>Personnel Part 61 authorisations</w:t>
            </w:r>
          </w:p>
        </w:tc>
        <w:tc>
          <w:tcPr>
            <w:tcW w:w="5010" w:type="dxa"/>
          </w:tcPr>
          <w:p w14:paraId="1BA4EC14" w14:textId="77777777" w:rsidR="00AD60AC" w:rsidRPr="00DB6B68" w:rsidRDefault="00AD60AC" w:rsidP="00F3353D"/>
        </w:tc>
        <w:tc>
          <w:tcPr>
            <w:tcW w:w="1276" w:type="dxa"/>
          </w:tcPr>
          <w:p w14:paraId="21016EBE" w14:textId="77777777" w:rsidR="00AD60AC" w:rsidRPr="00DB6B68" w:rsidRDefault="00AD60AC" w:rsidP="00F3353D"/>
        </w:tc>
      </w:tr>
      <w:tr w:rsidR="00AD60AC" w14:paraId="7C2702E6" w14:textId="77777777" w:rsidTr="00524A04">
        <w:tc>
          <w:tcPr>
            <w:tcW w:w="3212" w:type="dxa"/>
          </w:tcPr>
          <w:p w14:paraId="2478C60E" w14:textId="77777777" w:rsidR="00AD60AC" w:rsidRPr="006D7FDE" w:rsidRDefault="00AD60AC" w:rsidP="00F3353D">
            <w:r w:rsidRPr="00DB6B68">
              <w:t>Exposition/operations manual receipt</w:t>
            </w:r>
          </w:p>
        </w:tc>
        <w:tc>
          <w:tcPr>
            <w:tcW w:w="5010" w:type="dxa"/>
          </w:tcPr>
          <w:p w14:paraId="4852D550" w14:textId="77777777" w:rsidR="00AD60AC" w:rsidRPr="00DB6B68" w:rsidRDefault="00AD60AC" w:rsidP="00F3353D"/>
        </w:tc>
        <w:tc>
          <w:tcPr>
            <w:tcW w:w="1276" w:type="dxa"/>
          </w:tcPr>
          <w:p w14:paraId="2CCE29D1" w14:textId="77777777" w:rsidR="00AD60AC" w:rsidRPr="00DB6B68" w:rsidRDefault="00AD60AC" w:rsidP="00F3353D"/>
        </w:tc>
      </w:tr>
      <w:tr w:rsidR="00AD60AC" w14:paraId="32858136" w14:textId="77777777" w:rsidTr="00524A04">
        <w:tc>
          <w:tcPr>
            <w:tcW w:w="3212" w:type="dxa"/>
          </w:tcPr>
          <w:p w14:paraId="7FA738CC" w14:textId="77777777" w:rsidR="00AD60AC" w:rsidRPr="006D7FDE" w:rsidRDefault="00AD60AC" w:rsidP="00F3353D">
            <w:r w:rsidRPr="00DB6B68">
              <w:t>What, if any, improvements can be made?</w:t>
            </w:r>
          </w:p>
        </w:tc>
        <w:tc>
          <w:tcPr>
            <w:tcW w:w="5010" w:type="dxa"/>
          </w:tcPr>
          <w:p w14:paraId="4D3AE511" w14:textId="77777777" w:rsidR="00AD60AC" w:rsidRPr="00DB6B68" w:rsidRDefault="00AD60AC" w:rsidP="00F3353D"/>
        </w:tc>
        <w:tc>
          <w:tcPr>
            <w:tcW w:w="1276" w:type="dxa"/>
          </w:tcPr>
          <w:p w14:paraId="677299DC" w14:textId="77777777" w:rsidR="00AD60AC" w:rsidRPr="00DB6B68" w:rsidRDefault="00AD60AC" w:rsidP="00F3353D"/>
        </w:tc>
      </w:tr>
    </w:tbl>
    <w:p w14:paraId="1FA07648" w14:textId="7BD6D7DE" w:rsidR="001D325B" w:rsidRDefault="001D325B" w:rsidP="001D325B">
      <w:pPr>
        <w:pStyle w:val="Heading4"/>
        <w:rPr>
          <w:rStyle w:val="bold"/>
        </w:rPr>
      </w:pPr>
      <w:r>
        <w:rPr>
          <w:rStyle w:val="bold"/>
        </w:rPr>
        <w:t>HOFO</w:t>
      </w:r>
      <w:r w:rsidRPr="003C2B3F">
        <w:rPr>
          <w:rStyle w:val="bold"/>
        </w:rPr>
        <w:t xml:space="preserve"> acknowledgement</w:t>
      </w:r>
    </w:p>
    <w:p w14:paraId="3E46BB1C" w14:textId="77777777" w:rsidR="001D325B" w:rsidRPr="00CC5866" w:rsidRDefault="001D325B" w:rsidP="001D325B">
      <w:pPr>
        <w:pStyle w:val="Tabletext"/>
        <w:rPr>
          <w:rStyle w:val="bold"/>
        </w:rPr>
      </w:pPr>
      <w:r w:rsidRPr="00CC5866">
        <w:rPr>
          <w:rStyle w:val="bold"/>
        </w:rPr>
        <w:t>Action (select all that apply)</w:t>
      </w:r>
    </w:p>
    <w:p w14:paraId="69E671E2" w14:textId="150F5849" w:rsidR="001D325B" w:rsidRDefault="00EB4100" w:rsidP="001D325B">
      <w:pPr>
        <w:spacing w:line="360" w:lineRule="auto"/>
      </w:pPr>
      <w:sdt>
        <w:sdtPr>
          <w:id w:val="-114558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25B" w:rsidRPr="006D7FDE">
            <w:rPr>
              <w:rFonts w:ascii="Segoe UI Symbol" w:hAnsi="Segoe UI Symbol" w:cs="Segoe UI Symbol"/>
            </w:rPr>
            <w:t>☐</w:t>
          </w:r>
        </w:sdtContent>
      </w:sdt>
      <w:r w:rsidR="001D325B" w:rsidRPr="00916430">
        <w:t xml:space="preserve"> No further action</w:t>
      </w:r>
      <w:r w:rsidR="001D325B">
        <w:t xml:space="preserve"> </w:t>
      </w:r>
    </w:p>
    <w:p w14:paraId="48ABE11D" w14:textId="7E2FA73E" w:rsidR="001D325B" w:rsidRPr="003C2B3F" w:rsidRDefault="00EB4100" w:rsidP="001D325B">
      <w:pPr>
        <w:spacing w:line="360" w:lineRule="auto"/>
      </w:pPr>
      <w:sdt>
        <w:sdtPr>
          <w:id w:val="13985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25B" w:rsidRPr="006D7FDE">
            <w:rPr>
              <w:rFonts w:ascii="Segoe UI Symbol" w:hAnsi="Segoe UI Symbol" w:cs="Segoe UI Symbol"/>
            </w:rPr>
            <w:t>☐</w:t>
          </w:r>
        </w:sdtContent>
      </w:sdt>
      <w:r w:rsidR="001D325B" w:rsidRPr="003C2B3F">
        <w:t xml:space="preserve"> </w:t>
      </w:r>
      <w:r w:rsidR="001D325B" w:rsidRPr="00916430">
        <w:t>Discussed with CEO</w:t>
      </w:r>
      <w:r w:rsidR="001D325B">
        <w:t xml:space="preserve">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170"/>
      </w:tblGrid>
      <w:tr w:rsidR="001D325B" w:rsidRPr="00FF4792" w14:paraId="784C4E01" w14:textId="77777777" w:rsidTr="00524A04">
        <w:tc>
          <w:tcPr>
            <w:tcW w:w="2570" w:type="dxa"/>
          </w:tcPr>
          <w:p w14:paraId="5152A1FC" w14:textId="0C4AE45F" w:rsidR="001D325B" w:rsidRPr="00D642BC" w:rsidRDefault="001D325B" w:rsidP="00D92CA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HOFO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6A1D288C" w14:textId="77777777" w:rsidR="001D325B" w:rsidRPr="00FF4792" w:rsidRDefault="001D325B" w:rsidP="00D92CAE">
            <w:pPr>
              <w:pStyle w:val="normalafterlisttable"/>
            </w:pPr>
          </w:p>
        </w:tc>
        <w:tc>
          <w:tcPr>
            <w:tcW w:w="807" w:type="dxa"/>
          </w:tcPr>
          <w:p w14:paraId="7BA96131" w14:textId="77777777" w:rsidR="001D325B" w:rsidRPr="00D642BC" w:rsidRDefault="001D325B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2C0288F1" w14:textId="77777777" w:rsidR="001D325B" w:rsidRPr="00FF4792" w:rsidRDefault="001D325B" w:rsidP="00D92CAE">
            <w:pPr>
              <w:pStyle w:val="normalafterlisttable"/>
            </w:pPr>
          </w:p>
        </w:tc>
      </w:tr>
    </w:tbl>
    <w:p w14:paraId="3A3123EA" w14:textId="77777777" w:rsidR="001D325B" w:rsidRPr="00916430" w:rsidRDefault="001D325B" w:rsidP="001D325B">
      <w:pPr>
        <w:pStyle w:val="normalafterlisttable"/>
      </w:pPr>
    </w:p>
    <w:p w14:paraId="7DB91204" w14:textId="77777777" w:rsidR="00AD60AC" w:rsidRPr="00AD60AC" w:rsidRDefault="00AD60AC" w:rsidP="00AD60AC"/>
    <w:sectPr w:rsidR="00AD60AC" w:rsidRPr="00AD60AC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A4DA5" w14:textId="77777777" w:rsidR="00C04CDF" w:rsidRDefault="00C04CDF" w:rsidP="008E21DE">
      <w:pPr>
        <w:spacing w:before="0" w:after="0"/>
      </w:pPr>
      <w:r>
        <w:separator/>
      </w:r>
    </w:p>
    <w:p w14:paraId="6F317147" w14:textId="77777777" w:rsidR="00C04CDF" w:rsidRDefault="00C04CDF"/>
  </w:endnote>
  <w:endnote w:type="continuationSeparator" w:id="0">
    <w:p w14:paraId="12F1F01C" w14:textId="77777777" w:rsidR="00C04CDF" w:rsidRDefault="00C04CDF" w:rsidP="008E21DE">
      <w:pPr>
        <w:spacing w:before="0" w:after="0"/>
      </w:pPr>
      <w:r>
        <w:continuationSeparator/>
      </w:r>
    </w:p>
    <w:p w14:paraId="669520F6" w14:textId="77777777" w:rsidR="00C04CDF" w:rsidRDefault="00C04C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76722" w14:textId="774CE742" w:rsidR="00013309" w:rsidRPr="00500DA0" w:rsidRDefault="00EB4100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D9141032AA764BA48AC769636686D0B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D60AC">
          <w:rPr>
            <w:rFonts w:ascii="ArialMT" w:hAnsi="ArialMT" w:cs="ArialMT"/>
            <w:szCs w:val="16"/>
          </w:rPr>
          <w:t>Form A21 – HOTC audit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E428" w14:textId="77777777" w:rsidR="00013309" w:rsidRDefault="00013309" w:rsidP="00013309">
    <w:pPr>
      <w:pStyle w:val="Footer"/>
    </w:pPr>
    <w:r>
      <w:t>Civil Aviation Safety Authority</w:t>
    </w:r>
  </w:p>
  <w:p w14:paraId="0910B49E" w14:textId="54C47120" w:rsidR="00013309" w:rsidRDefault="00EB4100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D60AC">
          <w:rPr>
            <w:rFonts w:ascii="ArialMT" w:hAnsi="ArialMT" w:cs="ArialMT"/>
            <w:szCs w:val="16"/>
          </w:rPr>
          <w:t>Form A21 – HOTC audit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AD60AC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AD60AC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0EDBBF5" w14:textId="77777777" w:rsidR="00013309" w:rsidRPr="00A365CA" w:rsidRDefault="00EB4100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7307A">
          <w:rPr>
            <w:color w:val="ED0000"/>
          </w:rPr>
          <w:t>Official</w:t>
        </w:r>
      </w:sdtContent>
    </w:sdt>
    <w:r w:rsidR="00463F67" w:rsidRPr="0077307A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3E40CBC" wp14:editId="3EC97E62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0259A1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E40CBC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530259A1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AC166" w14:textId="77777777" w:rsidR="00C04CDF" w:rsidRPr="0022402E" w:rsidRDefault="00C04CDF" w:rsidP="0022402E">
      <w:pPr>
        <w:spacing w:before="240"/>
        <w:rPr>
          <w:lang w:val="en-US"/>
        </w:rPr>
      </w:pPr>
      <w:r w:rsidRPr="0077307A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1601E082" w14:textId="77777777" w:rsidR="00C04CDF" w:rsidRDefault="00C04CDF" w:rsidP="008E21DE">
      <w:pPr>
        <w:spacing w:before="0" w:after="0"/>
      </w:pPr>
      <w:r>
        <w:continuationSeparator/>
      </w:r>
    </w:p>
    <w:p w14:paraId="610E9332" w14:textId="77777777" w:rsidR="00C04CDF" w:rsidRDefault="00C04C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CA62" w14:textId="77777777" w:rsidR="00DD684D" w:rsidRDefault="00DD684D" w:rsidP="00DD684D">
    <w:pPr>
      <w:pStyle w:val="Header"/>
    </w:pPr>
    <w:r>
      <w:t>ORGANISATION NAME/DETAILS</w:t>
    </w:r>
  </w:p>
  <w:p w14:paraId="1AE5D317" w14:textId="77777777" w:rsidR="00013309" w:rsidRPr="00DD684D" w:rsidRDefault="00EB4100" w:rsidP="00A41808">
    <w:pPr>
      <w:pStyle w:val="Header"/>
      <w:spacing w:after="120"/>
    </w:pPr>
    <w:r>
      <w:pict w14:anchorId="38C7CBD9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9207" w14:textId="77777777" w:rsidR="00463F67" w:rsidRPr="0077307A" w:rsidRDefault="00EB4100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7307A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AC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1D325B"/>
    <w:rsid w:val="00222CED"/>
    <w:rsid w:val="0022402E"/>
    <w:rsid w:val="0024420C"/>
    <w:rsid w:val="002573ED"/>
    <w:rsid w:val="002804D3"/>
    <w:rsid w:val="0028675C"/>
    <w:rsid w:val="002A42D7"/>
    <w:rsid w:val="002F2555"/>
    <w:rsid w:val="002F3747"/>
    <w:rsid w:val="002F455A"/>
    <w:rsid w:val="00332C6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24A04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21D8C"/>
    <w:rsid w:val="00761DF2"/>
    <w:rsid w:val="0076765C"/>
    <w:rsid w:val="0077307A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50DC4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41808"/>
    <w:rsid w:val="00A51A9F"/>
    <w:rsid w:val="00A54503"/>
    <w:rsid w:val="00A56018"/>
    <w:rsid w:val="00A56A12"/>
    <w:rsid w:val="00A670E9"/>
    <w:rsid w:val="00A82EA0"/>
    <w:rsid w:val="00A8475F"/>
    <w:rsid w:val="00A85DE5"/>
    <w:rsid w:val="00AB12D5"/>
    <w:rsid w:val="00AD60AC"/>
    <w:rsid w:val="00AD735D"/>
    <w:rsid w:val="00AF0899"/>
    <w:rsid w:val="00B014EE"/>
    <w:rsid w:val="00B10265"/>
    <w:rsid w:val="00B36A39"/>
    <w:rsid w:val="00B603C0"/>
    <w:rsid w:val="00B636CC"/>
    <w:rsid w:val="00BB001A"/>
    <w:rsid w:val="00BB6180"/>
    <w:rsid w:val="00BD532A"/>
    <w:rsid w:val="00BD623A"/>
    <w:rsid w:val="00BF08D9"/>
    <w:rsid w:val="00C0421C"/>
    <w:rsid w:val="00C04CDF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32F10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EB4100"/>
    <w:rsid w:val="00F34BEE"/>
    <w:rsid w:val="00F46B78"/>
    <w:rsid w:val="00F65932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400B23"/>
  <w15:chartTrackingRefBased/>
  <w15:docId w15:val="{004C06D2-2C7B-4740-8EFF-AC08C131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AD60AC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AD60AC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AD60AC"/>
    <w:rPr>
      <w:b/>
      <w:bCs/>
    </w:rPr>
  </w:style>
  <w:style w:type="table" w:customStyle="1" w:styleId="SD-MOStable">
    <w:name w:val="SD - MOS table"/>
    <w:basedOn w:val="TableNormal"/>
    <w:uiPriority w:val="99"/>
    <w:rsid w:val="00AD60AC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A82EA0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9141032AA764BA48AC769636686D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00E08-AC3F-42B6-A62A-DEAF6B9256D1}"/>
      </w:docPartPr>
      <w:docPartBody>
        <w:p w:rsidR="00CE4876" w:rsidRDefault="00CE4876">
          <w:pPr>
            <w:pStyle w:val="D9141032AA764BA48AC769636686D0B5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76"/>
    <w:rsid w:val="00332C6A"/>
    <w:rsid w:val="00352FB1"/>
    <w:rsid w:val="00CE4876"/>
    <w:rsid w:val="00D26448"/>
    <w:rsid w:val="00D32F10"/>
    <w:rsid w:val="00DE30E4"/>
    <w:rsid w:val="00F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9141032AA764BA48AC769636686D0B5">
    <w:name w:val="D9141032AA764BA48AC769636686D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09d1133f-994b-4ec9-8bcd-76b1f6ed9a8c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147bc000-5d24-4a58-bdb3-1d507d54dc98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11</TotalTime>
  <Pages>1</Pages>
  <Words>76</Words>
  <Characters>437</Characters>
  <Application>Microsoft Office Word</Application>
  <DocSecurity>0</DocSecurity>
  <Lines>54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A21 – HOTC audit report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A21 – HOTC audit report</dc:title>
  <dc:subject/>
  <dc:creator>Bartholomew, Tina</dc:creator>
  <cp:keywords/>
  <dc:description/>
  <cp:lastModifiedBy>Bartholomew, Tina</cp:lastModifiedBy>
  <cp:revision>12</cp:revision>
  <dcterms:created xsi:type="dcterms:W3CDTF">2025-11-17T04:45:00Z</dcterms:created>
  <dcterms:modified xsi:type="dcterms:W3CDTF">2025-11-25T04:35:00Z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NOS-2025-0010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